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2D" w:rsidRPr="0075022D" w:rsidRDefault="0075022D" w:rsidP="0075022D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7"/>
        <w:gridCol w:w="1236"/>
        <w:gridCol w:w="1236"/>
        <w:gridCol w:w="1240"/>
      </w:tblGrid>
      <w:tr w:rsidR="0075022D" w:rsidRPr="0075022D" w:rsidTr="00041219">
        <w:tc>
          <w:tcPr>
            <w:tcW w:w="5000" w:type="pct"/>
            <w:gridSpan w:val="4"/>
            <w:shd w:val="clear" w:color="auto" w:fill="9CC2E5"/>
          </w:tcPr>
          <w:p w:rsidR="0075022D" w:rsidRPr="0075022D" w:rsidRDefault="0075022D" w:rsidP="00750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  <w:t>АНКЕТА АВТОРА</w:t>
            </w: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Авт.3</w:t>
            </w: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lang w:eastAsia="ru-RU"/>
              </w:rPr>
              <w:t xml:space="preserve">Фамилия, имя, отчество (полностью)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022D" w:rsidRPr="0075022D" w:rsidRDefault="00CB02E5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Саттаров Акрамжон Мадаминович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предподователь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Место учебы или работы, должность или курс</w:t>
            </w:r>
            <w:r w:rsidRPr="0075022D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75022D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Андижанский государственный медицинский институт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022D" w:rsidRPr="0075022D" w:rsidRDefault="0075022D" w:rsidP="0075022D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022D" w:rsidRPr="0075022D" w:rsidRDefault="00CB02E5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+998981160807</w:t>
            </w: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75022D" w:rsidRPr="0075022D" w:rsidRDefault="00CB02E5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B02E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ПЕРЕСЕЛЕНИЯ НАСЕЛЕНИЯ ПРИ ОВЛАДЕНИИ НОВЫМИ ЗЕМЛЯМИ УЗБЕКИСТАНА НА ПРИМЕРЕ АНДИЖАНА 1946-1980 ГОДАХ</w:t>
            </w: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75022D" w:rsidRPr="00CB02E5" w:rsidRDefault="00CB02E5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75022D" w:rsidRPr="0075022D" w:rsidRDefault="00CB02E5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История</w:t>
            </w:r>
          </w:p>
        </w:tc>
      </w:tr>
      <w:tr w:rsidR="0075022D" w:rsidRPr="0075022D" w:rsidTr="000412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75022D" w:rsidRPr="0075022D" w:rsidRDefault="0075022D" w:rsidP="0075022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75022D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</w:tbl>
    <w:p w:rsidR="0075022D" w:rsidRPr="0075022D" w:rsidRDefault="0075022D" w:rsidP="0075022D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75022D" w:rsidRPr="0075022D" w:rsidRDefault="0075022D" w:rsidP="0075022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1B7B4D" w:rsidRPr="0075022D" w:rsidRDefault="001B7B4D">
      <w:pPr>
        <w:rPr>
          <w:rFonts w:ascii="Times New Roman" w:hAnsi="Times New Roman" w:cs="Times New Roman"/>
          <w:sz w:val="24"/>
          <w:szCs w:val="24"/>
        </w:rPr>
      </w:pPr>
    </w:p>
    <w:sectPr w:rsidR="001B7B4D" w:rsidRPr="0075022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2D"/>
    <w:rsid w:val="001B7B4D"/>
    <w:rsid w:val="0075022D"/>
    <w:rsid w:val="00CB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0949"/>
  <w15:docId w15:val="{8E7C9F89-4E16-4021-BEA7-48184B8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3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2</cp:revision>
  <dcterms:created xsi:type="dcterms:W3CDTF">2019-03-05T13:25:00Z</dcterms:created>
  <dcterms:modified xsi:type="dcterms:W3CDTF">2019-03-05T13:37:00Z</dcterms:modified>
</cp:coreProperties>
</file>